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2ED63" w14:textId="061156A8" w:rsidR="00C841F7" w:rsidRPr="00C841F7" w:rsidRDefault="00C841F7" w:rsidP="00761747">
      <w:pPr>
        <w:jc w:val="right"/>
      </w:pPr>
      <w:r>
        <w:t>Lisa</w:t>
      </w:r>
      <w:r w:rsidRPr="00C841F7">
        <w:t xml:space="preserve"> Bredow</w:t>
      </w:r>
    </w:p>
    <w:p w14:paraId="2709D1A6" w14:textId="77777777" w:rsidR="00C841F7" w:rsidRPr="00C841F7" w:rsidRDefault="00C841F7" w:rsidP="00C841F7">
      <w:pPr>
        <w:jc w:val="right"/>
      </w:pPr>
      <w:r w:rsidRPr="00C841F7">
        <w:t>Industriestr. 1</w:t>
      </w:r>
    </w:p>
    <w:p w14:paraId="3EBC8953" w14:textId="77777777" w:rsidR="00C841F7" w:rsidRPr="00C841F7" w:rsidRDefault="00C841F7" w:rsidP="00C841F7">
      <w:pPr>
        <w:jc w:val="right"/>
      </w:pPr>
      <w:r w:rsidRPr="00C841F7">
        <w:t>17036 Neubrandenburg</w:t>
      </w:r>
    </w:p>
    <w:p w14:paraId="61ECFB95" w14:textId="77777777" w:rsidR="00C841F7" w:rsidRPr="00C841F7" w:rsidRDefault="00C841F7" w:rsidP="00C841F7">
      <w:pPr>
        <w:jc w:val="right"/>
      </w:pPr>
      <w:r w:rsidRPr="00C841F7">
        <w:t>Tel.: 0395 55667788</w:t>
      </w:r>
    </w:p>
    <w:p w14:paraId="5B7C7970" w14:textId="5256E639" w:rsidR="00C841F7" w:rsidRPr="00C841F7" w:rsidRDefault="00C841F7" w:rsidP="00C841F7">
      <w:pPr>
        <w:jc w:val="right"/>
      </w:pPr>
      <w:r w:rsidRPr="00C841F7">
        <w:t>bredow.</w:t>
      </w:r>
      <w:r>
        <w:t>lisa</w:t>
      </w:r>
      <w:r w:rsidRPr="00C841F7">
        <w:t>@webnet.com</w:t>
      </w:r>
    </w:p>
    <w:p w14:paraId="514BB69F" w14:textId="77777777" w:rsidR="00C841F7" w:rsidRPr="00C841F7" w:rsidRDefault="00C841F7" w:rsidP="00C841F7"/>
    <w:p w14:paraId="60A9D20B" w14:textId="77777777" w:rsidR="00C841F7" w:rsidRPr="00C841F7" w:rsidRDefault="00C841F7" w:rsidP="00C841F7"/>
    <w:p w14:paraId="6DEBD97E" w14:textId="77777777" w:rsidR="00C841F7" w:rsidRPr="00C841F7" w:rsidRDefault="00C841F7" w:rsidP="00C841F7">
      <w:r w:rsidRPr="00C841F7">
        <w:t>FCF-Folien GmbH</w:t>
      </w:r>
    </w:p>
    <w:p w14:paraId="0C03AD63" w14:textId="77777777" w:rsidR="00C841F7" w:rsidRPr="00C841F7" w:rsidRDefault="00C841F7" w:rsidP="00C841F7">
      <w:r w:rsidRPr="00C841F7">
        <w:t>Personalabteilung</w:t>
      </w:r>
    </w:p>
    <w:p w14:paraId="041F7720" w14:textId="77777777" w:rsidR="00C841F7" w:rsidRPr="00C841F7" w:rsidRDefault="00C841F7" w:rsidP="00C841F7">
      <w:proofErr w:type="spellStart"/>
      <w:r w:rsidRPr="00C841F7">
        <w:t>Darßstr</w:t>
      </w:r>
      <w:proofErr w:type="spellEnd"/>
      <w:r w:rsidRPr="00C841F7">
        <w:t>. 22</w:t>
      </w:r>
    </w:p>
    <w:p w14:paraId="4629B707" w14:textId="77777777" w:rsidR="00C841F7" w:rsidRPr="00C841F7" w:rsidRDefault="00C841F7" w:rsidP="00C841F7">
      <w:r w:rsidRPr="00C841F7">
        <w:t>18119 Rostock</w:t>
      </w:r>
    </w:p>
    <w:p w14:paraId="495F6E6B" w14:textId="77777777" w:rsidR="00C841F7" w:rsidRPr="00C841F7" w:rsidRDefault="00C841F7" w:rsidP="00C841F7"/>
    <w:p w14:paraId="6D1BE7C5" w14:textId="77777777" w:rsidR="00C841F7" w:rsidRPr="00C841F7" w:rsidRDefault="00C841F7" w:rsidP="00C841F7"/>
    <w:p w14:paraId="629755CB" w14:textId="2057A0E9" w:rsidR="00C841F7" w:rsidRPr="00C841F7" w:rsidRDefault="00C841F7" w:rsidP="00C841F7">
      <w:pPr>
        <w:jc w:val="right"/>
      </w:pPr>
      <w:r w:rsidRPr="00C841F7">
        <w:t>5. Februar 201</w:t>
      </w:r>
      <w:r>
        <w:t>6</w:t>
      </w:r>
    </w:p>
    <w:p w14:paraId="62C335DE" w14:textId="77777777" w:rsidR="00C841F7" w:rsidRPr="00C841F7" w:rsidRDefault="00C841F7" w:rsidP="00C841F7"/>
    <w:p w14:paraId="75F67FC7" w14:textId="77777777" w:rsidR="00C841F7" w:rsidRPr="00C841F7" w:rsidRDefault="00C841F7" w:rsidP="00C841F7"/>
    <w:p w14:paraId="0C90F859" w14:textId="77777777" w:rsidR="00C841F7" w:rsidRPr="00C841F7" w:rsidRDefault="00C841F7" w:rsidP="00C841F7">
      <w:pPr>
        <w:rPr>
          <w:b/>
        </w:rPr>
      </w:pPr>
      <w:r w:rsidRPr="00C841F7">
        <w:rPr>
          <w:b/>
        </w:rPr>
        <w:t>Bewerbung als Sachbearbeiterin, Website-Ausschreibung</w:t>
      </w:r>
    </w:p>
    <w:p w14:paraId="309415F8" w14:textId="77777777" w:rsidR="00C841F7" w:rsidRPr="00C841F7" w:rsidRDefault="00C841F7" w:rsidP="00C841F7"/>
    <w:p w14:paraId="3C1BA84E" w14:textId="77777777" w:rsidR="00C841F7" w:rsidRPr="00C841F7" w:rsidRDefault="00C841F7" w:rsidP="00C841F7"/>
    <w:p w14:paraId="0C1490AE" w14:textId="77777777" w:rsidR="00C841F7" w:rsidRPr="00C841F7" w:rsidRDefault="00C841F7" w:rsidP="00C841F7">
      <w:r w:rsidRPr="00C841F7">
        <w:t>Sehr geehrte Damen, sehr geehrte Herren,</w:t>
      </w:r>
    </w:p>
    <w:p w14:paraId="0BFF1C9C" w14:textId="77777777" w:rsidR="00C841F7" w:rsidRPr="00C841F7" w:rsidRDefault="00C841F7" w:rsidP="00C841F7">
      <w:pPr>
        <w:rPr>
          <w:sz w:val="14"/>
          <w:szCs w:val="14"/>
        </w:rPr>
      </w:pPr>
    </w:p>
    <w:p w14:paraId="54F94564" w14:textId="096E1804" w:rsidR="00C841F7" w:rsidRPr="00C841F7" w:rsidRDefault="00C841F7" w:rsidP="00C841F7">
      <w:r w:rsidRPr="00C841F7">
        <w:t xml:space="preserve">auf Ihrer Website suchen Sie eine Sachbearbeiterin </w:t>
      </w:r>
      <w:r>
        <w:t>für</w:t>
      </w:r>
      <w:r w:rsidRPr="00C841F7">
        <w:t xml:space="preserve"> Versand und Logistik. Das ist genau der Bereich, der mir während meiner Ausbildung am besten gelegen hat. Hiermit bewerbe ich mich um diese Stelle.</w:t>
      </w:r>
    </w:p>
    <w:p w14:paraId="79E7FA6C" w14:textId="77777777" w:rsidR="00C841F7" w:rsidRPr="00C841F7" w:rsidRDefault="00C841F7" w:rsidP="00C841F7">
      <w:pPr>
        <w:rPr>
          <w:sz w:val="14"/>
          <w:szCs w:val="14"/>
        </w:rPr>
      </w:pPr>
    </w:p>
    <w:p w14:paraId="537EED0E" w14:textId="77777777" w:rsidR="00C841F7" w:rsidRPr="00C841F7" w:rsidRDefault="00C841F7" w:rsidP="00C841F7">
      <w:r w:rsidRPr="00C841F7">
        <w:t xml:space="preserve">Ich bin 20 Jahre alt und habe 2014 meine Ausbildung zur Industriekauffrau bei Weinmann Stanz- und Umformtechnik GmbH abgeschlossen. In der Abwicklung des </w:t>
      </w:r>
      <w:proofErr w:type="spellStart"/>
      <w:r w:rsidRPr="00C841F7">
        <w:t>Warenein</w:t>
      </w:r>
      <w:proofErr w:type="spellEnd"/>
      <w:r w:rsidRPr="00C841F7">
        <w:t>- und -ausgangs lag der Schwerpunkt meiner Tätigkeit. Diese Aufgabe reizt mich auch weiterhin. In Ihrem Unte</w:t>
      </w:r>
      <w:r w:rsidRPr="00C841F7">
        <w:t>r</w:t>
      </w:r>
      <w:r w:rsidRPr="00C841F7">
        <w:t>nehmen, das international tätig ist, sehe ich die Chance, meine Kenntnisse zu vertiefen und zu Ihrem Vorteil anzuwenden.</w:t>
      </w:r>
    </w:p>
    <w:p w14:paraId="47591A9C" w14:textId="77777777" w:rsidR="00C841F7" w:rsidRPr="00C841F7" w:rsidRDefault="00C841F7" w:rsidP="00C841F7">
      <w:pPr>
        <w:rPr>
          <w:sz w:val="14"/>
          <w:szCs w:val="14"/>
        </w:rPr>
      </w:pPr>
    </w:p>
    <w:p w14:paraId="405EBB6C" w14:textId="59EE4EB2" w:rsidR="00C841F7" w:rsidRPr="00C841F7" w:rsidRDefault="00C841F7" w:rsidP="00C841F7">
      <w:r w:rsidRPr="00C841F7">
        <w:t xml:space="preserve">Das kann ich Ihnen bieten: Ich bin gewissenhaft und effizient – gerade bei der Erstellung von Frachtpapieren und der Überwachung ausgehender Sendungen. Ich arbeite gern im Team, </w:t>
      </w:r>
      <w:r w:rsidR="00761747">
        <w:br/>
      </w:r>
      <w:r w:rsidRPr="00C841F7">
        <w:t xml:space="preserve">packe schwierige Aufgaben aber auch ohne </w:t>
      </w:r>
      <w:proofErr w:type="gramStart"/>
      <w:r w:rsidRPr="00C841F7">
        <w:t>Weiteres</w:t>
      </w:r>
      <w:proofErr w:type="gramEnd"/>
      <w:r w:rsidRPr="00C841F7">
        <w:t xml:space="preserve"> allein an. Wenn es – was im Versand ja häufiger passiert – zu Lieferverzögerungen und Transportpannen kommt, bin ich stark in der Organisation: Notfallpläne erstellen, Ersatz finden, wenn ein Spediteur ausfällt – all das sind Aufgaben, die ich auch schon früher gelöst habe.</w:t>
      </w:r>
    </w:p>
    <w:p w14:paraId="0D48F587" w14:textId="77777777" w:rsidR="00C841F7" w:rsidRPr="00C841F7" w:rsidRDefault="00C841F7" w:rsidP="00C841F7">
      <w:pPr>
        <w:rPr>
          <w:sz w:val="14"/>
          <w:szCs w:val="14"/>
        </w:rPr>
      </w:pPr>
    </w:p>
    <w:p w14:paraId="430006F9" w14:textId="7D6507ED" w:rsidR="00C841F7" w:rsidRPr="00C841F7" w:rsidRDefault="00C841F7" w:rsidP="00C841F7">
      <w:r w:rsidRPr="00C841F7">
        <w:t xml:space="preserve">Sie möchten Referenzen haben? Dann rufen Sie Herrn </w:t>
      </w:r>
      <w:r>
        <w:t>Julian</w:t>
      </w:r>
      <w:r w:rsidRPr="00C841F7">
        <w:t xml:space="preserve"> </w:t>
      </w:r>
      <w:proofErr w:type="spellStart"/>
      <w:r w:rsidRPr="00C841F7">
        <w:t>Belzer</w:t>
      </w:r>
      <w:proofErr w:type="spellEnd"/>
      <w:r w:rsidRPr="00C841F7">
        <w:t xml:space="preserve"> von der Firma Weinmann in Neubrandenburg an (Tel.: 0395 443322-11). Er gibt Ihnen gern Auskunft über meine </w:t>
      </w:r>
      <w:proofErr w:type="spellStart"/>
      <w:r w:rsidRPr="00C841F7">
        <w:t>Ausbil-dungszeit</w:t>
      </w:r>
      <w:proofErr w:type="spellEnd"/>
      <w:r w:rsidRPr="00C841F7">
        <w:t>. Selbstverständlich weiß ich, dass auch damit noch nicht all Ihre Fragen beantwortet sind. Deshalb stehe ich Ihnen gern für ein persönliches Gespräch zur Verfügung. Ich freue mich auf Ihre Antwort.</w:t>
      </w:r>
    </w:p>
    <w:p w14:paraId="73184A82" w14:textId="77777777" w:rsidR="00C841F7" w:rsidRPr="00C841F7" w:rsidRDefault="00C841F7" w:rsidP="00C841F7">
      <w:pPr>
        <w:rPr>
          <w:sz w:val="14"/>
          <w:szCs w:val="14"/>
        </w:rPr>
      </w:pPr>
    </w:p>
    <w:p w14:paraId="05EF4515" w14:textId="77777777" w:rsidR="00C841F7" w:rsidRPr="00C841F7" w:rsidRDefault="00C841F7" w:rsidP="00C841F7">
      <w:r w:rsidRPr="00C841F7">
        <w:t>Mit freundlichen Grüßen</w:t>
      </w:r>
    </w:p>
    <w:p w14:paraId="329AD342" w14:textId="15D82AFB" w:rsidR="0095639B" w:rsidRPr="00A53FE7" w:rsidRDefault="00C841F7" w:rsidP="00C841F7">
      <w:pPr>
        <w:pStyle w:val="UnterschriftName"/>
        <w:rPr>
          <w:rFonts w:ascii="Lucida Handwriting" w:hAnsi="Lucida Handwriting"/>
        </w:rPr>
      </w:pPr>
      <w:bookmarkStart w:id="0" w:name="_GoBack"/>
      <w:r w:rsidRPr="00A53FE7">
        <w:rPr>
          <w:rFonts w:ascii="Lucida Handwriting" w:hAnsi="Lucida Handwriting"/>
        </w:rPr>
        <w:t>Lisa Bredow</w:t>
      </w:r>
      <w:bookmarkEnd w:id="0"/>
    </w:p>
    <w:sectPr w:rsidR="0095639B" w:rsidRPr="00A53FE7" w:rsidSect="00761747">
      <w:pgSz w:w="11906" w:h="16838"/>
      <w:pgMar w:top="1134" w:right="1134" w:bottom="1134" w:left="1366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charset w:val="00"/>
    <w:family w:val="auto"/>
    <w:pitch w:val="variable"/>
    <w:sig w:usb0="00000287" w:usb1="00000000" w:usb2="00000000" w:usb3="00000000" w:csb0="0000009F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800000AF" w:usb1="5000204A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9D8"/>
    <w:rsid w:val="000B1FA9"/>
    <w:rsid w:val="000D0FC8"/>
    <w:rsid w:val="0021238A"/>
    <w:rsid w:val="00370185"/>
    <w:rsid w:val="003B7D74"/>
    <w:rsid w:val="004F0647"/>
    <w:rsid w:val="00631380"/>
    <w:rsid w:val="006F5C84"/>
    <w:rsid w:val="00761747"/>
    <w:rsid w:val="00770743"/>
    <w:rsid w:val="008D2E71"/>
    <w:rsid w:val="008D76FD"/>
    <w:rsid w:val="0095639B"/>
    <w:rsid w:val="00A479D8"/>
    <w:rsid w:val="00A53FE7"/>
    <w:rsid w:val="00A66DEC"/>
    <w:rsid w:val="00AB6AAA"/>
    <w:rsid w:val="00AE72C8"/>
    <w:rsid w:val="00B14BB3"/>
    <w:rsid w:val="00C841F7"/>
    <w:rsid w:val="00CC7DA6"/>
    <w:rsid w:val="00E37989"/>
    <w:rsid w:val="00EB3170"/>
    <w:rsid w:val="00F1444A"/>
    <w:rsid w:val="00F339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F5C5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761747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761747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761747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761747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1BE4CAE</Template>
  <TotalTime>0</TotalTime>
  <Pages>1</Pages>
  <Words>246</Words>
  <Characters>1552</Characters>
  <Application>Microsoft Office Word</Application>
  <DocSecurity>0</DocSecurity>
  <Lines>12</Lines>
  <Paragraphs>3</Paragraphs>
  <ScaleCrop>false</ScaleCrop>
  <Company>F G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von Laffert, Juliane</cp:lastModifiedBy>
  <cp:revision>4</cp:revision>
  <dcterms:created xsi:type="dcterms:W3CDTF">2015-10-22T09:51:00Z</dcterms:created>
  <dcterms:modified xsi:type="dcterms:W3CDTF">2016-02-02T08:01:00Z</dcterms:modified>
</cp:coreProperties>
</file>